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F57050" w:rsidRDefault="008C5950" w:rsidP="00F57050">
      <w:pPr>
        <w:spacing w:before="0" w:after="240"/>
      </w:pPr>
      <w:r>
        <w:rPr>
          <w:noProof/>
        </w:rPr>
        <w:drawing>
          <wp:inline distT="0" distB="0" distL="0" distR="0" wp14:anchorId="04CC7B37" wp14:editId="339FAD6C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840A5D" w:rsidRDefault="00666A70" w:rsidP="0028606F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>Settlement Reports</w:t>
      </w:r>
    </w:p>
    <w:p w:rsidR="00C33483" w:rsidRPr="00F57050" w:rsidRDefault="00840A5D" w:rsidP="0028606F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L</w:t>
      </w:r>
      <w:r w:rsidR="009059E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anguages by</w:t>
      </w:r>
      <w:r w:rsidR="00E158D2" w:rsidRPr="00840A5D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0"/>
    </w:p>
    <w:p w:rsidR="00FD5054" w:rsidRDefault="00A5096C" w:rsidP="0028606F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t>This tabl</w:t>
      </w:r>
      <w:r w:rsidR="00C33483">
        <w:rPr>
          <w:rFonts w:asciiTheme="majorHAnsi" w:hAnsiTheme="majorHAnsi"/>
        </w:rPr>
        <w:t>e covers the Settlement Date</w:t>
      </w:r>
      <w:r w:rsidR="00C33483">
        <w:rPr>
          <w:rStyle w:val="FootnoteReference"/>
          <w:rFonts w:asciiTheme="majorHAnsi" w:hAnsiTheme="majorHAnsi"/>
        </w:rPr>
        <w:footnoteReference w:id="1"/>
      </w:r>
      <w:r w:rsidR="00C33483">
        <w:rPr>
          <w:rFonts w:asciiTheme="majorHAnsi" w:hAnsiTheme="majorHAnsi"/>
        </w:rPr>
        <w:t xml:space="preserve"> </w:t>
      </w:r>
      <w:r w:rsidRPr="00840A5D">
        <w:rPr>
          <w:rFonts w:asciiTheme="majorHAnsi" w:hAnsiTheme="majorHAnsi"/>
        </w:rPr>
        <w:t xml:space="preserve"> range from</w:t>
      </w:r>
      <w:r w:rsidR="002E1023">
        <w:rPr>
          <w:rFonts w:asciiTheme="majorHAnsi" w:hAnsiTheme="majorHAnsi"/>
        </w:rPr>
        <w:t xml:space="preserve"> </w:t>
      </w:r>
      <w:r w:rsidR="005F51DE">
        <w:rPr>
          <w:rFonts w:asciiTheme="majorHAnsi" w:hAnsiTheme="majorHAnsi"/>
        </w:rPr>
        <w:t>1 January 2010</w:t>
      </w:r>
      <w:r w:rsidR="005F51DE" w:rsidRPr="00B46B83">
        <w:rPr>
          <w:rFonts w:asciiTheme="majorHAnsi" w:hAnsiTheme="majorHAnsi"/>
        </w:rPr>
        <w:t xml:space="preserve"> to 3</w:t>
      </w:r>
      <w:r w:rsidR="005F51DE">
        <w:rPr>
          <w:rFonts w:asciiTheme="majorHAnsi" w:hAnsiTheme="majorHAnsi"/>
        </w:rPr>
        <w:t>1</w:t>
      </w:r>
      <w:r w:rsidR="005F51DE" w:rsidRPr="00B46B83">
        <w:rPr>
          <w:rFonts w:asciiTheme="majorHAnsi" w:hAnsiTheme="majorHAnsi"/>
        </w:rPr>
        <w:t xml:space="preserve"> </w:t>
      </w:r>
      <w:r w:rsidR="005F51DE">
        <w:rPr>
          <w:rFonts w:asciiTheme="majorHAnsi" w:hAnsiTheme="majorHAnsi"/>
        </w:rPr>
        <w:t>December</w:t>
      </w:r>
      <w:r w:rsidR="005F51DE" w:rsidRPr="00B46B83">
        <w:rPr>
          <w:rFonts w:asciiTheme="majorHAnsi" w:hAnsiTheme="majorHAnsi"/>
        </w:rPr>
        <w:t xml:space="preserve"> 2014</w:t>
      </w:r>
      <w:r w:rsidR="00FD5054" w:rsidRPr="00840A5D">
        <w:rPr>
          <w:rFonts w:asciiTheme="majorHAnsi" w:hAnsiTheme="majorHAnsi"/>
        </w:rPr>
        <w:t>.</w:t>
      </w:r>
      <w:r w:rsidR="00FD5054" w:rsidRPr="00840A5D">
        <w:rPr>
          <w:rFonts w:asciiTheme="majorHAnsi" w:hAnsiTheme="majorHAnsi"/>
        </w:rPr>
        <w:tab/>
      </w:r>
    </w:p>
    <w:p w:rsidR="00C33483" w:rsidRPr="00B46B83" w:rsidRDefault="00C33483" w:rsidP="0028606F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C33483" w:rsidRPr="00840A5D" w:rsidRDefault="00C33483" w:rsidP="00840A5D">
      <w:pPr>
        <w:spacing w:line="240" w:lineRule="auto"/>
        <w:rPr>
          <w:rFonts w:asciiTheme="majorHAnsi" w:hAnsiTheme="majorHAnsi"/>
        </w:rPr>
      </w:pPr>
    </w:p>
    <w:tbl>
      <w:tblPr>
        <w:tblW w:w="9639" w:type="dxa"/>
        <w:tblInd w:w="534" w:type="dxa"/>
        <w:tblLook w:val="04A0" w:firstRow="1" w:lastRow="0" w:firstColumn="1" w:lastColumn="0" w:noHBand="0" w:noVBand="1"/>
        <w:tblCaption w:val="Top 25 Languages by Migration Stream "/>
        <w:tblDescription w:val="A table showing settlers by Top 25 Languages by Migration Stream who arrived  from 1 January 2010 to 31 December 2014"/>
      </w:tblPr>
      <w:tblGrid>
        <w:gridCol w:w="1559"/>
        <w:gridCol w:w="1276"/>
        <w:gridCol w:w="1701"/>
        <w:gridCol w:w="1842"/>
        <w:gridCol w:w="1560"/>
        <w:gridCol w:w="1701"/>
      </w:tblGrid>
      <w:tr w:rsidR="00C94FDB" w:rsidRPr="00C94FDB" w:rsidTr="00747463">
        <w:trPr>
          <w:trHeight w:val="31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637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7E5699" w:rsidRPr="00C94FDB" w:rsidTr="00747463">
        <w:trPr>
          <w:trHeight w:val="31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67,072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141,301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210,492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Mandarin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24,846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47,573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Arabic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15,252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23,515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Vietnamese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13,739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12,112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Hindi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11,551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Nepali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9,428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Punjabi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8,313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Dari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7,843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7,706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Hazaragi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7,034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6,953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Cantonese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6,531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nec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6,157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Farsi (Persian)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5,901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5,916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5,859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5,681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Urdu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5,487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Malayalam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5,172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Bengali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4,985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Indonesian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4,648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Russian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4,519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Gujarati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5,474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4,449</w:t>
            </w:r>
          </w:p>
        </w:tc>
      </w:tr>
      <w:tr w:rsidR="00530381" w:rsidRPr="00530381" w:rsidTr="007E569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Sinhalese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4,437</w:t>
            </w:r>
          </w:p>
        </w:tc>
      </w:tr>
      <w:tr w:rsidR="00530381" w:rsidRPr="00530381" w:rsidTr="007E569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Filipino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30381" w:rsidRPr="00530381" w:rsidRDefault="00530381" w:rsidP="00530381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530381">
              <w:rPr>
                <w:rFonts w:ascii="Calibri" w:hAnsi="Calibri"/>
                <w:b/>
                <w:color w:val="000000"/>
                <w:sz w:val="22"/>
                <w:szCs w:val="22"/>
              </w:rPr>
              <w:t>3,686</w:t>
            </w:r>
          </w:p>
        </w:tc>
      </w:tr>
    </w:tbl>
    <w:p w:rsidR="004831CF" w:rsidRPr="00840A5D" w:rsidRDefault="00044B35" w:rsidP="0040302E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br w:type="page"/>
      </w:r>
      <w:r w:rsidR="004831CF" w:rsidRPr="00840A5D">
        <w:rPr>
          <w:rFonts w:asciiTheme="majorHAnsi" w:hAnsiTheme="majorHAnsi" w:cs="Arial"/>
          <w:b/>
          <w:szCs w:val="20"/>
        </w:rPr>
        <w:lastRenderedPageBreak/>
        <w:t>Caveats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Capture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settlers who were: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840A5D">
        <w:rPr>
          <w:rFonts w:asciiTheme="majorHAnsi" w:hAnsiTheme="majorHAnsi" w:cstheme="minorHAnsi"/>
          <w:szCs w:val="20"/>
        </w:rPr>
        <w:t>who</w:t>
      </w:r>
      <w:proofErr w:type="gramEnd"/>
      <w:r w:rsidRPr="00840A5D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831CF" w:rsidRPr="00840A5D" w:rsidRDefault="004831CF" w:rsidP="0040302E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some duplicate settler records.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SRF includes only the settler’s </w:t>
      </w:r>
      <w:r w:rsidRPr="00840A5D">
        <w:rPr>
          <w:rFonts w:asciiTheme="majorHAnsi" w:hAnsiTheme="majorHAnsi" w:cstheme="minorHAnsi"/>
          <w:szCs w:val="20"/>
          <w:u w:val="single"/>
        </w:rPr>
        <w:t>latest</w:t>
      </w:r>
      <w:r w:rsidRPr="00840A5D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Reporting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C33483">
        <w:rPr>
          <w:rFonts w:asciiTheme="majorHAnsi" w:hAnsiTheme="majorHAnsi" w:cstheme="minorHAnsi"/>
          <w:szCs w:val="20"/>
        </w:rPr>
        <w:t xml:space="preserve">essed (indicated by </w:t>
      </w:r>
      <w:r w:rsidR="005939DE">
        <w:rPr>
          <w:rFonts w:asciiTheme="majorHAnsi" w:hAnsiTheme="majorHAnsi" w:cstheme="minorHAnsi"/>
          <w:szCs w:val="20"/>
        </w:rPr>
        <w:t>&lt;5</w:t>
      </w:r>
      <w:r w:rsidRPr="00840A5D">
        <w:rPr>
          <w:rFonts w:asciiTheme="majorHAnsi" w:hAnsiTheme="majorHAnsi" w:cstheme="minorHAnsi"/>
          <w:szCs w:val="20"/>
        </w:rPr>
        <w:t>) for client confidentiality.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 Usage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4831CF" w:rsidRPr="00840A5D" w:rsidRDefault="00203B5B" w:rsidP="00840A5D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4831CF" w:rsidRPr="00840A5D">
        <w:rPr>
          <w:rFonts w:asciiTheme="majorHAnsi" w:hAnsiTheme="majorHAnsi" w:cs="Arial"/>
          <w:i/>
          <w:szCs w:val="20"/>
        </w:rPr>
        <w:t>pdated 6 January 2014</w:t>
      </w:r>
    </w:p>
    <w:sectPr w:rsidR="004831CF" w:rsidRPr="00840A5D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30381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 xml:space="preserve">Settlement Date is 'date of visa grant' for settlers who were in Australia when their visa was </w:t>
      </w:r>
      <w:proofErr w:type="gramStart"/>
      <w:r w:rsidRPr="00C33483">
        <w:t>granted, and 'date of arrival in Australia'</w:t>
      </w:r>
      <w:proofErr w:type="gramEnd"/>
      <w:r w:rsidRPr="00C33483"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C67CBF">
    <w:pPr>
      <w:pStyle w:val="Header"/>
      <w:rPr>
        <w:noProof/>
      </w:rPr>
    </w:pPr>
    <w:r>
      <w:rPr>
        <w:noProof/>
      </w:rPr>
      <w:t xml:space="preserve">Settlement </w:t>
    </w:r>
    <w:r w:rsidR="00840A5D">
      <w:rPr>
        <w:noProof/>
      </w:rPr>
      <w:t>Report</w:t>
    </w:r>
    <w:r w:rsidR="00666A70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0A154916" wp14:editId="6DA1807F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3B5B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8606F"/>
    <w:rsid w:val="00295831"/>
    <w:rsid w:val="00296F1B"/>
    <w:rsid w:val="002A6DF5"/>
    <w:rsid w:val="002D00B0"/>
    <w:rsid w:val="002D10E9"/>
    <w:rsid w:val="002D2E16"/>
    <w:rsid w:val="002E1023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0381"/>
    <w:rsid w:val="005315A9"/>
    <w:rsid w:val="00532B56"/>
    <w:rsid w:val="00540AD0"/>
    <w:rsid w:val="00541C31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51DE"/>
    <w:rsid w:val="005F6BD6"/>
    <w:rsid w:val="005F7769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7B7E"/>
    <w:rsid w:val="007746A9"/>
    <w:rsid w:val="00785465"/>
    <w:rsid w:val="00785D22"/>
    <w:rsid w:val="0078765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5096C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2CB"/>
    <w:rsid w:val="00C64D15"/>
    <w:rsid w:val="00C67CBF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7445C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544D"/>
    <w:rsid w:val="00F374B2"/>
    <w:rsid w:val="00F40AFC"/>
    <w:rsid w:val="00F43FA6"/>
    <w:rsid w:val="00F4730E"/>
    <w:rsid w:val="00F50A92"/>
    <w:rsid w:val="00F53F24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EDFB9-5F74-40AA-AA57-87A78661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0</TotalTime>
  <Pages>2</Pages>
  <Words>586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2</cp:revision>
  <dcterms:created xsi:type="dcterms:W3CDTF">2015-01-09T03:50:00Z</dcterms:created>
  <dcterms:modified xsi:type="dcterms:W3CDTF">2015-01-09T03:50:00Z</dcterms:modified>
</cp:coreProperties>
</file>