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6D" w:rsidRDefault="008C5950" w:rsidP="009F199F">
      <w:pPr>
        <w:spacing w:before="0" w:after="240"/>
        <w:ind w:left="567"/>
      </w:pPr>
      <w:r>
        <w:rPr>
          <w:noProof/>
        </w:rPr>
        <w:drawing>
          <wp:inline distT="0" distB="0" distL="0" distR="0" wp14:anchorId="46768180" wp14:editId="4B52ED81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A6D" w:rsidRPr="0077225C" w:rsidRDefault="00E17E77" w:rsidP="009F199F">
      <w:pPr>
        <w:pStyle w:val="Title"/>
        <w:spacing w:before="120" w:after="120"/>
        <w:ind w:left="567"/>
        <w:rPr>
          <w:rFonts w:asciiTheme="majorHAnsi" w:hAnsiTheme="majorHAnsi"/>
        </w:rPr>
      </w:pPr>
      <w:r>
        <w:rPr>
          <w:rFonts w:asciiTheme="majorHAnsi" w:hAnsiTheme="majorHAnsi"/>
        </w:rPr>
        <w:t>Settlement Reports</w:t>
      </w:r>
      <w:r w:rsidR="002A2A6D" w:rsidRPr="0077225C">
        <w:rPr>
          <w:rFonts w:asciiTheme="majorHAnsi" w:hAnsiTheme="majorHAnsi"/>
        </w:rPr>
        <w:t xml:space="preserve"> </w:t>
      </w:r>
    </w:p>
    <w:p w:rsidR="00F45CE6" w:rsidRPr="00F45CE6" w:rsidRDefault="00D325C3" w:rsidP="009F199F">
      <w:pPr>
        <w:pStyle w:val="Subtitle"/>
        <w:spacing w:before="120" w:after="120"/>
        <w:ind w:left="567"/>
      </w:pPr>
      <w:r w:rsidRPr="0077225C">
        <w:t>T</w:t>
      </w:r>
      <w:r w:rsidR="002A2A6D" w:rsidRPr="0077225C">
        <w:t xml:space="preserve">op 25 </w:t>
      </w:r>
      <w:r w:rsidRPr="0077225C">
        <w:t>E</w:t>
      </w:r>
      <w:r w:rsidR="00536BF4" w:rsidRPr="0077225C">
        <w:t xml:space="preserve">thnicities </w:t>
      </w:r>
      <w:r w:rsidR="00E92A06">
        <w:t xml:space="preserve">by </w:t>
      </w:r>
      <w:r w:rsidRPr="0077225C">
        <w:t>Migration S</w:t>
      </w:r>
      <w:r w:rsidR="002A2A6D" w:rsidRPr="0077225C">
        <w:t>tream</w:t>
      </w:r>
    </w:p>
    <w:p w:rsidR="00B6595D" w:rsidRDefault="002A2A6D" w:rsidP="009F199F">
      <w:pPr>
        <w:spacing w:line="240" w:lineRule="auto"/>
        <w:ind w:left="567"/>
        <w:rPr>
          <w:rFonts w:asciiTheme="majorHAnsi" w:hAnsiTheme="majorHAnsi"/>
        </w:rPr>
      </w:pPr>
      <w:r w:rsidRPr="0077225C">
        <w:rPr>
          <w:rFonts w:asciiTheme="majorHAnsi" w:hAnsiTheme="majorHAnsi"/>
        </w:rPr>
        <w:t>This tab</w:t>
      </w:r>
      <w:r w:rsidR="00B6595D">
        <w:rPr>
          <w:rFonts w:asciiTheme="majorHAnsi" w:hAnsiTheme="majorHAnsi"/>
        </w:rPr>
        <w:t>le covers the Settlement Date</w:t>
      </w:r>
      <w:r w:rsidR="00B6595D">
        <w:rPr>
          <w:rStyle w:val="FootnoteReference"/>
          <w:rFonts w:asciiTheme="majorHAnsi" w:hAnsiTheme="majorHAnsi"/>
        </w:rPr>
        <w:footnoteReference w:id="1"/>
      </w:r>
      <w:r w:rsidR="00B6595D">
        <w:rPr>
          <w:rFonts w:asciiTheme="majorHAnsi" w:hAnsiTheme="majorHAnsi"/>
        </w:rPr>
        <w:t xml:space="preserve"> </w:t>
      </w:r>
      <w:r w:rsidR="00D00C48">
        <w:rPr>
          <w:rFonts w:asciiTheme="majorHAnsi" w:hAnsiTheme="majorHAnsi"/>
        </w:rPr>
        <w:t xml:space="preserve">range from 1 </w:t>
      </w:r>
      <w:r w:rsidR="00841DD6">
        <w:rPr>
          <w:rFonts w:asciiTheme="majorHAnsi" w:hAnsiTheme="majorHAnsi"/>
        </w:rPr>
        <w:t>October</w:t>
      </w:r>
      <w:r w:rsidR="00D00C48">
        <w:rPr>
          <w:rFonts w:asciiTheme="majorHAnsi" w:hAnsiTheme="majorHAnsi"/>
        </w:rPr>
        <w:t xml:space="preserve"> 2009 to 30 September</w:t>
      </w:r>
      <w:r w:rsidRPr="0077225C">
        <w:rPr>
          <w:rFonts w:asciiTheme="majorHAnsi" w:hAnsiTheme="majorHAnsi"/>
        </w:rPr>
        <w:t xml:space="preserve"> 2014.</w:t>
      </w:r>
      <w:r w:rsidRPr="0077225C">
        <w:rPr>
          <w:rFonts w:asciiTheme="majorHAnsi" w:hAnsiTheme="majorHAnsi"/>
        </w:rPr>
        <w:tab/>
      </w:r>
    </w:p>
    <w:p w:rsidR="002A2A6D" w:rsidRPr="0077225C" w:rsidRDefault="00B6595D" w:rsidP="006F6D7F">
      <w:pPr>
        <w:spacing w:line="240" w:lineRule="auto"/>
        <w:ind w:left="567" w:right="-1162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tbl>
      <w:tblPr>
        <w:tblW w:w="9781" w:type="dxa"/>
        <w:tblInd w:w="675" w:type="dxa"/>
        <w:tblLook w:val="04A0" w:firstRow="1" w:lastRow="0" w:firstColumn="1" w:lastColumn="0" w:noHBand="0" w:noVBand="1"/>
        <w:tblCaption w:val="Top 25 Ethnicities by Migration Stream"/>
        <w:tblDescription w:val="A table showing settlers by Top 25 Ethnicities by Migration Stream who arrived  from 1 October 2009 to 30 September 2014"/>
      </w:tblPr>
      <w:tblGrid>
        <w:gridCol w:w="2835"/>
        <w:gridCol w:w="1243"/>
        <w:gridCol w:w="1477"/>
        <w:gridCol w:w="1729"/>
        <w:gridCol w:w="1138"/>
        <w:gridCol w:w="1359"/>
      </w:tblGrid>
      <w:tr w:rsidR="00841DD6" w:rsidRPr="00841DD6" w:rsidTr="006F6D7F">
        <w:trPr>
          <w:trHeight w:val="315"/>
        </w:trPr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ECFF"/>
            <w:noWrap/>
            <w:vAlign w:val="center"/>
            <w:hideMark/>
          </w:tcPr>
          <w:p w:rsidR="00841DD6" w:rsidRPr="00841DD6" w:rsidRDefault="00066DB9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66DB9">
              <w:t xml:space="preserve"> </w:t>
            </w:r>
            <w:r w:rsidR="00841DD6"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Ethnicity </w:t>
            </w:r>
            <w:bookmarkStart w:id="0" w:name="_GoBack"/>
            <w:bookmarkEnd w:id="0"/>
          </w:p>
        </w:tc>
        <w:tc>
          <w:tcPr>
            <w:tcW w:w="55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ECFF"/>
            <w:noWrap/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3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ECFF"/>
            <w:noWrap/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841DD6" w:rsidRPr="00841DD6" w:rsidTr="006F6D7F">
        <w:trPr>
          <w:trHeight w:val="315"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3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Hazara</w:t>
            </w:r>
            <w:proofErr w:type="spellEnd"/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 xml:space="preserve"> (Afghan)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13,075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13,083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Iraqi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6,104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6,108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Nepalese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4,399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4,432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Arab (NFD)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4,117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4,195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Chin (Burma)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3,532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3,533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Karen (Burma)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3,458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3,458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Chaldean (Iraq)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2,911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2,913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Persian/Farsi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2,120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2,129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Kurdish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2,076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2,094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Tamil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2,035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2,070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Iranian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1,934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2,023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African (NFD)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1,636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1,670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Not Stated/Refused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1,402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1,661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Assyrian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1,501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1,505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Pashtun (Afghan)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1,207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1,217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Tajik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1,186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1,189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Han Chinese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821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1,134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Tigrinya (</w:t>
            </w:r>
            <w:proofErr w:type="spellStart"/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Ethiopean</w:t>
            </w:r>
            <w:proofErr w:type="spellEnd"/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/Eritrean)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991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993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Pakistani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868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983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Syrian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958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970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Oromo (</w:t>
            </w:r>
            <w:proofErr w:type="spellStart"/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Ethopian</w:t>
            </w:r>
            <w:proofErr w:type="spellEnd"/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884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886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Chin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792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795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Chinese (NFD)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746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Unknown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661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Egyptian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658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Rohingya</w:t>
            </w:r>
            <w:proofErr w:type="spellEnd"/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 xml:space="preserve"> (Burma)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639</w:t>
            </w:r>
          </w:p>
        </w:tc>
      </w:tr>
      <w:tr w:rsidR="00841DD6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Burmese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621</w:t>
            </w:r>
          </w:p>
        </w:tc>
      </w:tr>
      <w:tr w:rsidR="00841DD6" w:rsidRPr="00841DD6" w:rsidTr="006F6D7F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Tutsi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584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585</w:t>
            </w:r>
          </w:p>
        </w:tc>
      </w:tr>
    </w:tbl>
    <w:p w:rsidR="002A2A6D" w:rsidRPr="00D61246" w:rsidRDefault="002A2A6D" w:rsidP="009F199F">
      <w:pPr>
        <w:spacing w:line="240" w:lineRule="auto"/>
        <w:ind w:left="567"/>
        <w:rPr>
          <w:rFonts w:asciiTheme="majorHAnsi" w:hAnsiTheme="majorHAnsi"/>
        </w:rPr>
      </w:pPr>
      <w:r w:rsidRPr="00D61246">
        <w:rPr>
          <w:rFonts w:asciiTheme="majorHAnsi" w:hAnsiTheme="majorHAnsi"/>
        </w:rPr>
        <w:br w:type="page"/>
      </w:r>
      <w:r w:rsidRPr="00D61246">
        <w:rPr>
          <w:rFonts w:asciiTheme="majorHAnsi" w:hAnsiTheme="majorHAnsi" w:cs="Arial"/>
          <w:b/>
          <w:szCs w:val="20"/>
        </w:rPr>
        <w:lastRenderedPageBreak/>
        <w:t>Caveats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Data Capture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Data Limitations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settlers who were:</w:t>
      </w:r>
    </w:p>
    <w:p w:rsidR="002A2A6D" w:rsidRPr="0077225C" w:rsidRDefault="002A2A6D" w:rsidP="009F199F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2A2A6D" w:rsidRPr="0077225C" w:rsidRDefault="002A2A6D" w:rsidP="009F199F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77225C">
        <w:rPr>
          <w:rFonts w:asciiTheme="majorHAnsi" w:hAnsiTheme="majorHAnsi" w:cstheme="minorHAnsi"/>
          <w:szCs w:val="20"/>
        </w:rPr>
        <w:t>who</w:t>
      </w:r>
      <w:proofErr w:type="gramEnd"/>
      <w:r w:rsidRPr="0077225C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2A2A6D" w:rsidRPr="0077225C" w:rsidRDefault="002A2A6D" w:rsidP="009F199F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some duplicate settler records.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SRF includes only the settler’s </w:t>
      </w:r>
      <w:r w:rsidRPr="0077225C">
        <w:rPr>
          <w:rFonts w:asciiTheme="majorHAnsi" w:hAnsiTheme="majorHAnsi" w:cstheme="minorHAnsi"/>
          <w:szCs w:val="20"/>
          <w:u w:val="single"/>
        </w:rPr>
        <w:t>latest</w:t>
      </w:r>
      <w:r w:rsidRPr="0077225C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Reporting Limitations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E13EB2">
        <w:rPr>
          <w:rFonts w:asciiTheme="majorHAnsi" w:hAnsiTheme="majorHAnsi" w:cstheme="minorHAnsi"/>
          <w:szCs w:val="20"/>
        </w:rPr>
        <w:t xml:space="preserve">essed (indicated by </w:t>
      </w:r>
      <w:r w:rsidR="000D58F5">
        <w:rPr>
          <w:rFonts w:asciiTheme="majorHAnsi" w:hAnsiTheme="majorHAnsi" w:cstheme="minorHAnsi"/>
          <w:szCs w:val="20"/>
        </w:rPr>
        <w:t>&lt;5</w:t>
      </w:r>
      <w:r w:rsidRPr="0077225C">
        <w:rPr>
          <w:rFonts w:asciiTheme="majorHAnsi" w:hAnsiTheme="majorHAnsi" w:cstheme="minorHAnsi"/>
          <w:szCs w:val="20"/>
        </w:rPr>
        <w:t>) for client confidentiality.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szCs w:val="20"/>
        </w:rPr>
      </w:pP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Report Usage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2A2A6D" w:rsidRPr="0077225C" w:rsidRDefault="0027299E" w:rsidP="009F199F">
      <w:pPr>
        <w:spacing w:line="240" w:lineRule="auto"/>
        <w:ind w:left="567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2A2A6D" w:rsidRPr="0077225C">
        <w:rPr>
          <w:rFonts w:asciiTheme="majorHAnsi" w:hAnsiTheme="majorHAnsi" w:cs="Arial"/>
          <w:i/>
          <w:szCs w:val="20"/>
        </w:rPr>
        <w:t>pdated 6 January 2014</w:t>
      </w:r>
    </w:p>
    <w:p w:rsidR="004649E2" w:rsidRPr="0077225C" w:rsidRDefault="004649E2" w:rsidP="009F199F">
      <w:pPr>
        <w:pStyle w:val="Pullouttext"/>
        <w:ind w:left="567"/>
        <w:rPr>
          <w:rFonts w:asciiTheme="majorHAnsi" w:hAnsiTheme="majorHAnsi"/>
        </w:rPr>
      </w:pPr>
    </w:p>
    <w:sectPr w:rsidR="004649E2" w:rsidRPr="0077225C" w:rsidSect="006F6D7F">
      <w:headerReference w:type="default" r:id="rId10"/>
      <w:footerReference w:type="default" r:id="rId11"/>
      <w:pgSz w:w="11906" w:h="16838" w:code="9"/>
      <w:pgMar w:top="567" w:right="2268" w:bottom="1134" w:left="737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A6D" w:rsidRDefault="002A2A6D">
      <w:r>
        <w:separator/>
      </w:r>
    </w:p>
  </w:endnote>
  <w:endnote w:type="continuationSeparator" w:id="0">
    <w:p w:rsidR="002A2A6D" w:rsidRDefault="002A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A7EB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A6D" w:rsidRDefault="002A2A6D">
      <w:r>
        <w:separator/>
      </w:r>
    </w:p>
  </w:footnote>
  <w:footnote w:type="continuationSeparator" w:id="0">
    <w:p w:rsidR="002A2A6D" w:rsidRDefault="002A2A6D">
      <w:r>
        <w:continuationSeparator/>
      </w:r>
    </w:p>
  </w:footnote>
  <w:footnote w:id="1">
    <w:p w:rsidR="00B6595D" w:rsidRDefault="00B6595D">
      <w:pPr>
        <w:pStyle w:val="FootnoteText"/>
      </w:pPr>
      <w:r>
        <w:rPr>
          <w:rStyle w:val="FootnoteReference"/>
        </w:rPr>
        <w:footnoteRef/>
      </w:r>
      <w:r w:rsidRPr="00D61246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D61246">
        <w:rPr>
          <w:rFonts w:asciiTheme="majorHAnsi" w:hAnsiTheme="majorHAnsi"/>
        </w:rPr>
        <w:t>granted, and 'date of arrival in Australia'</w:t>
      </w:r>
      <w:proofErr w:type="gramEnd"/>
      <w:r w:rsidRPr="00D61246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B6595D">
    <w:pPr>
      <w:pStyle w:val="Header"/>
      <w:rPr>
        <w:noProof/>
      </w:rPr>
    </w:pPr>
    <w:r>
      <w:rPr>
        <w:noProof/>
      </w:rPr>
      <w:t xml:space="preserve">Settlement </w:t>
    </w:r>
    <w:r w:rsidR="0077225C">
      <w:rPr>
        <w:noProof/>
      </w:rPr>
      <w:t>Report</w:t>
    </w:r>
    <w:r w:rsidR="0077237D"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50ED21BA" wp14:editId="3433BF07">
              <wp:extent cx="6624000" cy="45719"/>
              <wp:effectExtent l="0" t="0" r="5715" b="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624000" cy="45719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63A575E"/>
    <w:multiLevelType w:val="hybridMultilevel"/>
    <w:tmpl w:val="CE2045CA"/>
    <w:lvl w:ilvl="0" w:tplc="002C1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8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60"/>
  </w:num>
  <w:num w:numId="25">
    <w:abstractNumId w:val="33"/>
  </w:num>
  <w:num w:numId="26">
    <w:abstractNumId w:val="38"/>
  </w:num>
  <w:num w:numId="27">
    <w:abstractNumId w:val="20"/>
  </w:num>
  <w:num w:numId="28">
    <w:abstractNumId w:val="59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 w:numId="62">
    <w:abstractNumId w:val="5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6D"/>
    <w:rsid w:val="00002C18"/>
    <w:rsid w:val="00010549"/>
    <w:rsid w:val="00012F84"/>
    <w:rsid w:val="00025376"/>
    <w:rsid w:val="00027B26"/>
    <w:rsid w:val="0003104E"/>
    <w:rsid w:val="00031195"/>
    <w:rsid w:val="000321BE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6DB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4E9C"/>
    <w:rsid w:val="00097BFF"/>
    <w:rsid w:val="000A3EC3"/>
    <w:rsid w:val="000A669D"/>
    <w:rsid w:val="000A66A8"/>
    <w:rsid w:val="000C014D"/>
    <w:rsid w:val="000D4703"/>
    <w:rsid w:val="000D58F5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299E"/>
    <w:rsid w:val="00273412"/>
    <w:rsid w:val="00274ACF"/>
    <w:rsid w:val="00285F1B"/>
    <w:rsid w:val="00295831"/>
    <w:rsid w:val="00296F1B"/>
    <w:rsid w:val="002A2A6D"/>
    <w:rsid w:val="002A6DF5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36BF4"/>
    <w:rsid w:val="00540AD0"/>
    <w:rsid w:val="0054322A"/>
    <w:rsid w:val="00543923"/>
    <w:rsid w:val="005519C9"/>
    <w:rsid w:val="005523D1"/>
    <w:rsid w:val="00552F01"/>
    <w:rsid w:val="00554A9C"/>
    <w:rsid w:val="00557624"/>
    <w:rsid w:val="0056023E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03DA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48B6"/>
    <w:rsid w:val="006E1F3C"/>
    <w:rsid w:val="006E6073"/>
    <w:rsid w:val="006F6D7F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225C"/>
    <w:rsid w:val="0077237D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8131E7"/>
    <w:rsid w:val="00813711"/>
    <w:rsid w:val="00814279"/>
    <w:rsid w:val="008263C2"/>
    <w:rsid w:val="00841DD6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8744D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9F199F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451B"/>
    <w:rsid w:val="00B52BDE"/>
    <w:rsid w:val="00B6595D"/>
    <w:rsid w:val="00B72D62"/>
    <w:rsid w:val="00B80B56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2A55"/>
    <w:rsid w:val="00C83E31"/>
    <w:rsid w:val="00C910A5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0C48"/>
    <w:rsid w:val="00D03583"/>
    <w:rsid w:val="00D117B4"/>
    <w:rsid w:val="00D169F7"/>
    <w:rsid w:val="00D20EA1"/>
    <w:rsid w:val="00D26D01"/>
    <w:rsid w:val="00D325C3"/>
    <w:rsid w:val="00D33DA3"/>
    <w:rsid w:val="00D40289"/>
    <w:rsid w:val="00D4723B"/>
    <w:rsid w:val="00D55EE8"/>
    <w:rsid w:val="00D5785A"/>
    <w:rsid w:val="00D61246"/>
    <w:rsid w:val="00D64C48"/>
    <w:rsid w:val="00D72E63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B0FDE"/>
    <w:rsid w:val="00DC5665"/>
    <w:rsid w:val="00DD4F44"/>
    <w:rsid w:val="00DD5D8B"/>
    <w:rsid w:val="00DE0F9E"/>
    <w:rsid w:val="00DE5D76"/>
    <w:rsid w:val="00DF291F"/>
    <w:rsid w:val="00E04C8D"/>
    <w:rsid w:val="00E128D8"/>
    <w:rsid w:val="00E13EB2"/>
    <w:rsid w:val="00E17E77"/>
    <w:rsid w:val="00E26BDD"/>
    <w:rsid w:val="00E30D45"/>
    <w:rsid w:val="00E42FE4"/>
    <w:rsid w:val="00E43744"/>
    <w:rsid w:val="00E46FAA"/>
    <w:rsid w:val="00E5750B"/>
    <w:rsid w:val="00E60E2E"/>
    <w:rsid w:val="00E618F5"/>
    <w:rsid w:val="00E63A24"/>
    <w:rsid w:val="00E71A2D"/>
    <w:rsid w:val="00E735D1"/>
    <w:rsid w:val="00E8698A"/>
    <w:rsid w:val="00E923F2"/>
    <w:rsid w:val="00E92A06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74B2"/>
    <w:rsid w:val="00F40AFC"/>
    <w:rsid w:val="00F45CE6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A7EBE"/>
    <w:rsid w:val="00FB13C1"/>
    <w:rsid w:val="00FB420B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D61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D61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6A35D-6B79-4418-975C-250C9F929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8</TotalTime>
  <Pages>2</Pages>
  <Words>614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5</cp:revision>
  <dcterms:created xsi:type="dcterms:W3CDTF">2014-11-19T03:43:00Z</dcterms:created>
  <dcterms:modified xsi:type="dcterms:W3CDTF">2014-11-20T02:11:00Z</dcterms:modified>
</cp:coreProperties>
</file>